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03" w:rsidRDefault="00647B03" w:rsidP="00D34307">
      <w:pPr>
        <w:jc w:val="center"/>
        <w:rPr>
          <w:b/>
          <w:sz w:val="28"/>
          <w:szCs w:val="28"/>
        </w:rPr>
      </w:pPr>
      <w:r w:rsidRPr="00A321AD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2.6pt" fillcolor="window">
            <v:imagedata r:id="rId5" o:title=""/>
          </v:shape>
        </w:pict>
      </w:r>
      <w:r>
        <w:rPr>
          <w:rFonts w:ascii="MS Sans Serif" w:hAnsi="MS Sans Serif"/>
        </w:rPr>
        <w:t xml:space="preserve">                           </w:t>
      </w:r>
    </w:p>
    <w:p w:rsidR="00647B03" w:rsidRDefault="00647B03" w:rsidP="00D34307">
      <w:pPr>
        <w:jc w:val="center"/>
        <w:rPr>
          <w:rFonts w:ascii="Tunga" w:hAnsi="Tunga"/>
          <w:sz w:val="36"/>
          <w:szCs w:val="36"/>
        </w:rPr>
      </w:pPr>
      <w:r>
        <w:rPr>
          <w:rFonts w:ascii="Tunga" w:eastAsia="Times New Roman" w:hAnsi="Tunga" w:hint="eastAsia"/>
          <w:sz w:val="36"/>
          <w:szCs w:val="36"/>
        </w:rPr>
        <w:t>ПЕРВОМАЙСЬКА</w:t>
      </w:r>
      <w:r>
        <w:rPr>
          <w:rFonts w:ascii="Tunga" w:hAnsi="Tunga"/>
          <w:sz w:val="36"/>
          <w:szCs w:val="36"/>
        </w:rPr>
        <w:t xml:space="preserve">   </w:t>
      </w:r>
      <w:r>
        <w:rPr>
          <w:rFonts w:ascii="Tunga" w:eastAsia="Times New Roman" w:hAnsi="Tunga" w:hint="eastAsia"/>
          <w:sz w:val="36"/>
          <w:szCs w:val="36"/>
        </w:rPr>
        <w:t>МІСЬКА</w:t>
      </w:r>
      <w:r>
        <w:rPr>
          <w:rFonts w:ascii="Tunga" w:hAnsi="Tunga"/>
          <w:sz w:val="36"/>
          <w:szCs w:val="36"/>
        </w:rPr>
        <w:t xml:space="preserve">   </w:t>
      </w:r>
      <w:r>
        <w:rPr>
          <w:rFonts w:ascii="Tunga" w:eastAsia="Times New Roman" w:hAnsi="Tunga" w:hint="eastAsia"/>
          <w:sz w:val="36"/>
          <w:szCs w:val="36"/>
        </w:rPr>
        <w:t>РАДА</w:t>
      </w:r>
    </w:p>
    <w:p w:rsidR="00647B03" w:rsidRDefault="00647B03" w:rsidP="00D34307">
      <w:pPr>
        <w:jc w:val="center"/>
        <w:rPr>
          <w:b/>
          <w:sz w:val="28"/>
          <w:szCs w:val="28"/>
        </w:rPr>
      </w:pPr>
      <w:r>
        <w:rPr>
          <w:rFonts w:ascii="Arial" w:hAnsi="Arial"/>
          <w:i/>
          <w:sz w:val="32"/>
          <w:szCs w:val="32"/>
        </w:rPr>
        <w:t>Миколаївської області</w:t>
      </w:r>
    </w:p>
    <w:p w:rsidR="00647B03" w:rsidRDefault="00647B03" w:rsidP="00D34307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 xml:space="preserve"> 71</w:t>
      </w:r>
      <w:r>
        <w:rPr>
          <w:rFonts w:ascii="Arial" w:hAnsi="Arial"/>
          <w:sz w:val="28"/>
          <w:szCs w:val="28"/>
        </w:rPr>
        <w:t xml:space="preserve">  СЕСІЯ                  </w:t>
      </w:r>
      <w:r>
        <w:rPr>
          <w:rFonts w:ascii="Arial" w:hAnsi="Arial"/>
          <w:sz w:val="28"/>
          <w:szCs w:val="28"/>
          <w:u w:val="single"/>
        </w:rPr>
        <w:t>6</w:t>
      </w:r>
      <w:r>
        <w:rPr>
          <w:rFonts w:ascii="Arial" w:hAnsi="Arial"/>
          <w:sz w:val="28"/>
          <w:szCs w:val="28"/>
        </w:rPr>
        <w:t xml:space="preserve">  СКЛИКАННЯ</w:t>
      </w:r>
    </w:p>
    <w:p w:rsidR="00647B03" w:rsidRDefault="00647B03" w:rsidP="00D34307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</w:t>
      </w:r>
    </w:p>
    <w:p w:rsidR="00647B03" w:rsidRDefault="00647B03" w:rsidP="00D34307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РІШЕННЯ</w:t>
      </w:r>
    </w:p>
    <w:p w:rsidR="00647B03" w:rsidRDefault="00647B03" w:rsidP="00D34307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від  </w:t>
      </w:r>
      <w:r>
        <w:rPr>
          <w:rFonts w:ascii="Arial" w:hAnsi="Arial"/>
          <w:sz w:val="22"/>
          <w:szCs w:val="22"/>
          <w:u w:val="single"/>
        </w:rPr>
        <w:t>26.02.2015 року</w:t>
      </w:r>
      <w:r>
        <w:rPr>
          <w:rFonts w:ascii="Arial" w:hAnsi="Arial"/>
          <w:sz w:val="22"/>
          <w:szCs w:val="22"/>
        </w:rPr>
        <w:t xml:space="preserve">   № </w:t>
      </w:r>
      <w:r>
        <w:rPr>
          <w:rFonts w:ascii="Arial" w:hAnsi="Arial"/>
          <w:sz w:val="22"/>
          <w:szCs w:val="22"/>
          <w:u w:val="single"/>
        </w:rPr>
        <w:t>15</w:t>
      </w:r>
    </w:p>
    <w:p w:rsidR="00647B03" w:rsidRDefault="00647B03" w:rsidP="00D34307">
      <w:pPr>
        <w:rPr>
          <w:sz w:val="28"/>
          <w:szCs w:val="28"/>
        </w:rPr>
      </w:pPr>
      <w:r>
        <w:rPr>
          <w:rFonts w:ascii="Arial" w:hAnsi="Arial"/>
          <w:sz w:val="22"/>
          <w:szCs w:val="22"/>
        </w:rPr>
        <w:t xml:space="preserve">        м.Первомайськ</w:t>
      </w:r>
    </w:p>
    <w:p w:rsidR="00647B03" w:rsidRDefault="00647B03" w:rsidP="00A92AB9">
      <w:pPr>
        <w:jc w:val="both"/>
        <w:rPr>
          <w:sz w:val="28"/>
        </w:rPr>
      </w:pPr>
    </w:p>
    <w:p w:rsidR="00647B03" w:rsidRDefault="00647B03" w:rsidP="00A92AB9">
      <w:pPr>
        <w:jc w:val="both"/>
        <w:rPr>
          <w:sz w:val="28"/>
        </w:rPr>
      </w:pPr>
      <w:r>
        <w:rPr>
          <w:sz w:val="28"/>
        </w:rPr>
        <w:t xml:space="preserve">Про внесення змін до рішення міської ради </w:t>
      </w:r>
    </w:p>
    <w:p w:rsidR="00647B03" w:rsidRDefault="00647B03" w:rsidP="00A92AB9">
      <w:pPr>
        <w:jc w:val="both"/>
        <w:rPr>
          <w:sz w:val="28"/>
        </w:rPr>
      </w:pPr>
      <w:r>
        <w:rPr>
          <w:sz w:val="28"/>
        </w:rPr>
        <w:t xml:space="preserve">від 30.05.2013 року №19 «Про затвердження </w:t>
      </w:r>
    </w:p>
    <w:p w:rsidR="00647B03" w:rsidRDefault="00647B03" w:rsidP="00A92AB9">
      <w:pPr>
        <w:jc w:val="both"/>
        <w:rPr>
          <w:sz w:val="28"/>
        </w:rPr>
      </w:pPr>
      <w:r>
        <w:rPr>
          <w:sz w:val="28"/>
        </w:rPr>
        <w:t xml:space="preserve">порядку розміщення  зовнішньої реклами </w:t>
      </w:r>
    </w:p>
    <w:p w:rsidR="00647B03" w:rsidRDefault="00647B03" w:rsidP="00A92AB9">
      <w:pPr>
        <w:jc w:val="both"/>
        <w:rPr>
          <w:sz w:val="28"/>
        </w:rPr>
      </w:pPr>
      <w:r>
        <w:rPr>
          <w:sz w:val="28"/>
        </w:rPr>
        <w:t>в місті Первомайську в новій редакції»</w:t>
      </w:r>
    </w:p>
    <w:p w:rsidR="00647B03" w:rsidRDefault="00647B03" w:rsidP="00A92AB9">
      <w:pPr>
        <w:ind w:firstLine="720"/>
        <w:jc w:val="both"/>
        <w:rPr>
          <w:sz w:val="28"/>
        </w:rPr>
      </w:pPr>
    </w:p>
    <w:p w:rsidR="00647B03" w:rsidRDefault="00647B03" w:rsidP="00A92AB9">
      <w:pPr>
        <w:ind w:firstLine="720"/>
        <w:jc w:val="both"/>
        <w:rPr>
          <w:sz w:val="28"/>
        </w:rPr>
      </w:pPr>
      <w:r>
        <w:rPr>
          <w:sz w:val="28"/>
        </w:rPr>
        <w:t>Відповідно до статті 25, підпункту  13 пункту ”а” статті 30 Закону України “Про місцеве самоврядування в Україні”,  статті 16 Закону України “Про рекламу”, постанови Кабінету Міністрів України «Про затвердження правил розміщення зовнішньої реклами» від 29.12.2003 року №2067 із змінами та доповненнями, з метою приведення до вимог чинного законодавства та регулювання діяльності у сфері  розміщення зовнішньої реклами, міська рада</w:t>
      </w:r>
    </w:p>
    <w:p w:rsidR="00647B03" w:rsidRDefault="00647B03" w:rsidP="00A92AB9">
      <w:pPr>
        <w:jc w:val="both"/>
        <w:rPr>
          <w:sz w:val="28"/>
        </w:rPr>
      </w:pPr>
    </w:p>
    <w:p w:rsidR="00647B03" w:rsidRPr="00966306" w:rsidRDefault="00647B03" w:rsidP="00A92AB9">
      <w:pPr>
        <w:jc w:val="both"/>
        <w:rPr>
          <w:sz w:val="28"/>
        </w:rPr>
      </w:pPr>
      <w:r w:rsidRPr="00966306">
        <w:rPr>
          <w:sz w:val="28"/>
        </w:rPr>
        <w:t>ВИРІШИЛА:</w:t>
      </w:r>
    </w:p>
    <w:p w:rsidR="00647B03" w:rsidRDefault="00647B03" w:rsidP="00A92AB9">
      <w:pPr>
        <w:jc w:val="both"/>
        <w:rPr>
          <w:sz w:val="28"/>
        </w:rPr>
      </w:pPr>
    </w:p>
    <w:p w:rsidR="00647B03" w:rsidRDefault="00647B03" w:rsidP="00E50BAF">
      <w:pPr>
        <w:pStyle w:val="ListParagraph"/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</w:rPr>
      </w:pPr>
      <w:r w:rsidRPr="00AC546B">
        <w:rPr>
          <w:sz w:val="28"/>
        </w:rPr>
        <w:t xml:space="preserve">Внести зміни в додаток  2   Порядку розміщення зовнішньої реклами в місті Первомайську в новій редакції, затвердженого рішенням міської ради від 30.05.2013 року №19 «Про затвердження порядку розміщення  зовнішньої реклами в місті Первомайську в новій редакції» </w:t>
      </w:r>
      <w:r>
        <w:rPr>
          <w:sz w:val="28"/>
        </w:rPr>
        <w:t xml:space="preserve">доповнивши його перед погоджувальною частиною текстом наступного змісту, а саме: </w:t>
      </w:r>
    </w:p>
    <w:p w:rsidR="00647B03" w:rsidRPr="00E50BAF" w:rsidRDefault="00647B03" w:rsidP="00E50BA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50BAF">
        <w:rPr>
          <w:sz w:val="28"/>
          <w:szCs w:val="28"/>
        </w:rPr>
        <w:t>Ескіз з конструктивним рішенням рекламного засобу</w:t>
      </w:r>
      <w:r>
        <w:rPr>
          <w:sz w:val="28"/>
          <w:szCs w:val="28"/>
        </w:rPr>
        <w:t>;</w:t>
      </w:r>
    </w:p>
    <w:p w:rsidR="00647B03" w:rsidRPr="00E50BAF" w:rsidRDefault="00647B03" w:rsidP="001A7E05">
      <w:pPr>
        <w:pStyle w:val="ListParagraph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E50BAF">
        <w:rPr>
          <w:sz w:val="28"/>
          <w:szCs w:val="28"/>
        </w:rPr>
        <w:t>Топогеодезичний знімок місцевості (М 1:500) з прив'язкою місця розташування рекламного засобу</w:t>
      </w:r>
      <w:r>
        <w:rPr>
          <w:sz w:val="28"/>
          <w:szCs w:val="28"/>
        </w:rPr>
        <w:t>;</w:t>
      </w:r>
    </w:p>
    <w:p w:rsidR="00647B03" w:rsidRPr="00CB4C16" w:rsidRDefault="00647B03" w:rsidP="00CB4C1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CB4C16">
        <w:rPr>
          <w:sz w:val="28"/>
          <w:szCs w:val="28"/>
        </w:rPr>
        <w:t xml:space="preserve">Відповідальний за топогеодезичне знімання ______  ________________                                                                                                </w:t>
      </w:r>
    </w:p>
    <w:p w:rsidR="00647B03" w:rsidRPr="00E50BAF" w:rsidRDefault="00647B03" w:rsidP="00E50BAF">
      <w:pPr>
        <w:rPr>
          <w:sz w:val="20"/>
          <w:szCs w:val="20"/>
        </w:rPr>
      </w:pPr>
      <w:r w:rsidRPr="00E50BAF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</w:t>
      </w:r>
      <w:r w:rsidRPr="00E50BAF">
        <w:rPr>
          <w:sz w:val="20"/>
          <w:szCs w:val="20"/>
        </w:rPr>
        <w:t xml:space="preserve">(підпис) </w:t>
      </w:r>
      <w:r>
        <w:rPr>
          <w:sz w:val="20"/>
          <w:szCs w:val="20"/>
        </w:rPr>
        <w:t xml:space="preserve">        </w:t>
      </w:r>
      <w:r w:rsidRPr="00E50BAF">
        <w:rPr>
          <w:sz w:val="20"/>
          <w:szCs w:val="20"/>
        </w:rPr>
        <w:t>(прізвище та</w:t>
      </w:r>
      <w:r w:rsidRPr="00E50BAF">
        <w:rPr>
          <w:sz w:val="28"/>
          <w:szCs w:val="28"/>
        </w:rPr>
        <w:t xml:space="preserve"> </w:t>
      </w:r>
      <w:r>
        <w:rPr>
          <w:sz w:val="20"/>
          <w:szCs w:val="20"/>
        </w:rPr>
        <w:t>і</w:t>
      </w:r>
      <w:r w:rsidRPr="00E50BAF">
        <w:rPr>
          <w:sz w:val="20"/>
          <w:szCs w:val="20"/>
        </w:rPr>
        <w:t>ніціали</w:t>
      </w:r>
      <w:r>
        <w:rPr>
          <w:sz w:val="20"/>
          <w:szCs w:val="20"/>
        </w:rPr>
        <w:t>)</w:t>
      </w:r>
    </w:p>
    <w:p w:rsidR="00647B03" w:rsidRPr="0001583C" w:rsidRDefault="00647B03" w:rsidP="0091478C">
      <w:pPr>
        <w:pStyle w:val="ListParagraph"/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outlineLvl w:val="2"/>
        <w:rPr>
          <w:sz w:val="28"/>
          <w:szCs w:val="28"/>
        </w:rPr>
      </w:pPr>
      <w:r w:rsidRPr="0001583C">
        <w:rPr>
          <w:sz w:val="28"/>
          <w:szCs w:val="28"/>
        </w:rPr>
        <w:t>Відповідальність за виконання даного рішення покласти на заступника міського голови по комунальній власності, земельних відносин та архітектурних питаннях.</w:t>
      </w:r>
    </w:p>
    <w:p w:rsidR="00647B03" w:rsidRDefault="00647B03" w:rsidP="0001583C">
      <w:pPr>
        <w:pStyle w:val="ListParagraph"/>
        <w:ind w:left="426"/>
        <w:jc w:val="both"/>
        <w:rPr>
          <w:sz w:val="28"/>
        </w:rPr>
      </w:pPr>
    </w:p>
    <w:p w:rsidR="00647B03" w:rsidRPr="00510C8D" w:rsidRDefault="00647B03" w:rsidP="00510C8D">
      <w:pPr>
        <w:pStyle w:val="ListParagraph"/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</w:rPr>
      </w:pPr>
      <w:r w:rsidRPr="00510C8D">
        <w:rPr>
          <w:sz w:val="28"/>
        </w:rPr>
        <w:t xml:space="preserve">Контроль за виконанням даного рішення покласти на постійну комісію міської ради з питань містобудування, архітектури та  земельних відносин. </w:t>
      </w:r>
    </w:p>
    <w:p w:rsidR="00647B03" w:rsidRDefault="00647B03" w:rsidP="00A92AB9">
      <w:pPr>
        <w:jc w:val="both"/>
        <w:rPr>
          <w:sz w:val="28"/>
        </w:rPr>
      </w:pPr>
    </w:p>
    <w:p w:rsidR="00647B03" w:rsidRDefault="00647B03" w:rsidP="00A92AB9">
      <w:pPr>
        <w:jc w:val="both"/>
        <w:rPr>
          <w:sz w:val="28"/>
        </w:rPr>
      </w:pPr>
    </w:p>
    <w:p w:rsidR="00647B03" w:rsidRPr="00F60D95" w:rsidRDefault="00647B03" w:rsidP="00810D2C">
      <w:pPr>
        <w:jc w:val="both"/>
        <w:rPr>
          <w:sz w:val="18"/>
          <w:szCs w:val="18"/>
        </w:rPr>
      </w:pPr>
      <w:r>
        <w:rPr>
          <w:sz w:val="28"/>
        </w:rPr>
        <w:t xml:space="preserve"> Міський голова                                                                                  Л.Г. Дромашко </w:t>
      </w:r>
      <w:r>
        <w:t xml:space="preserve">         </w:t>
      </w:r>
    </w:p>
    <w:sectPr w:rsidR="00647B03" w:rsidRPr="00F60D95" w:rsidSect="00D343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B468C"/>
    <w:multiLevelType w:val="hybridMultilevel"/>
    <w:tmpl w:val="56068EEE"/>
    <w:lvl w:ilvl="0" w:tplc="3F6C662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3BE7204"/>
    <w:multiLevelType w:val="hybridMultilevel"/>
    <w:tmpl w:val="56A6948A"/>
    <w:lvl w:ilvl="0" w:tplc="ED6037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B2A26"/>
    <w:multiLevelType w:val="hybridMultilevel"/>
    <w:tmpl w:val="4A621ED2"/>
    <w:lvl w:ilvl="0" w:tplc="C42C7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8B84A92"/>
    <w:multiLevelType w:val="hybridMultilevel"/>
    <w:tmpl w:val="E3BE9DA6"/>
    <w:lvl w:ilvl="0" w:tplc="69A0C13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A700B1D"/>
    <w:multiLevelType w:val="hybridMultilevel"/>
    <w:tmpl w:val="5C1ACB0A"/>
    <w:lvl w:ilvl="0" w:tplc="E47629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B57E02"/>
    <w:multiLevelType w:val="hybridMultilevel"/>
    <w:tmpl w:val="4A621ED2"/>
    <w:lvl w:ilvl="0" w:tplc="C42C7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AB9"/>
    <w:rsid w:val="0001583C"/>
    <w:rsid w:val="000458EB"/>
    <w:rsid w:val="00051416"/>
    <w:rsid w:val="00121163"/>
    <w:rsid w:val="00123EDE"/>
    <w:rsid w:val="00127157"/>
    <w:rsid w:val="00141B92"/>
    <w:rsid w:val="001A7E05"/>
    <w:rsid w:val="001E4636"/>
    <w:rsid w:val="00200C57"/>
    <w:rsid w:val="002648A8"/>
    <w:rsid w:val="002C3D14"/>
    <w:rsid w:val="002E06AE"/>
    <w:rsid w:val="003A2A54"/>
    <w:rsid w:val="003A7367"/>
    <w:rsid w:val="003B1282"/>
    <w:rsid w:val="003F79F2"/>
    <w:rsid w:val="00411BF8"/>
    <w:rsid w:val="00510C8D"/>
    <w:rsid w:val="00542743"/>
    <w:rsid w:val="005C7AD2"/>
    <w:rsid w:val="005F0B28"/>
    <w:rsid w:val="005F2C8D"/>
    <w:rsid w:val="00647B03"/>
    <w:rsid w:val="006F7D32"/>
    <w:rsid w:val="007B47F3"/>
    <w:rsid w:val="007B7DF2"/>
    <w:rsid w:val="00810D2C"/>
    <w:rsid w:val="00820FEB"/>
    <w:rsid w:val="0091478C"/>
    <w:rsid w:val="00966306"/>
    <w:rsid w:val="009712CB"/>
    <w:rsid w:val="00A321AD"/>
    <w:rsid w:val="00A405F1"/>
    <w:rsid w:val="00A51B60"/>
    <w:rsid w:val="00A7239E"/>
    <w:rsid w:val="00A92AB9"/>
    <w:rsid w:val="00AB21E0"/>
    <w:rsid w:val="00AC2651"/>
    <w:rsid w:val="00AC546B"/>
    <w:rsid w:val="00B31E6D"/>
    <w:rsid w:val="00C838FC"/>
    <w:rsid w:val="00CB084F"/>
    <w:rsid w:val="00CB4C16"/>
    <w:rsid w:val="00D257D7"/>
    <w:rsid w:val="00D34307"/>
    <w:rsid w:val="00DB46A0"/>
    <w:rsid w:val="00DD27A3"/>
    <w:rsid w:val="00E104CD"/>
    <w:rsid w:val="00E50BAF"/>
    <w:rsid w:val="00F07412"/>
    <w:rsid w:val="00F31625"/>
    <w:rsid w:val="00F60D95"/>
    <w:rsid w:val="00F754FE"/>
    <w:rsid w:val="00F92E30"/>
    <w:rsid w:val="00FB445C"/>
    <w:rsid w:val="00FB6237"/>
    <w:rsid w:val="00FF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AB9"/>
    <w:rPr>
      <w:rFonts w:ascii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2AB9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92AB9"/>
    <w:rPr>
      <w:rFonts w:ascii="Arial" w:hAnsi="Arial" w:cs="Arial"/>
      <w:b/>
      <w:bCs/>
      <w:sz w:val="28"/>
      <w:szCs w:val="28"/>
      <w:lang w:eastAsia="ru-RU"/>
    </w:rPr>
  </w:style>
  <w:style w:type="paragraph" w:customStyle="1" w:styleId="a">
    <w:name w:val="Готовый"/>
    <w:basedOn w:val="Normal"/>
    <w:uiPriority w:val="99"/>
    <w:rsid w:val="00A92AB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/>
      <w:sz w:val="20"/>
      <w:szCs w:val="20"/>
      <w:lang w:val="ru-RU"/>
    </w:rPr>
  </w:style>
  <w:style w:type="paragraph" w:styleId="ListParagraph">
    <w:name w:val="List Paragraph"/>
    <w:basedOn w:val="Normal"/>
    <w:uiPriority w:val="99"/>
    <w:qFormat/>
    <w:rsid w:val="00510C8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754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54FE"/>
    <w:rPr>
      <w:rFonts w:ascii="Times New Roman" w:hAnsi="Times New Roman" w:cs="Times New Roman"/>
      <w:sz w:val="24"/>
      <w:szCs w:val="24"/>
      <w:lang w:val="uk-UA" w:eastAsia="ru-RU"/>
    </w:rPr>
  </w:style>
  <w:style w:type="character" w:styleId="Hyperlink">
    <w:name w:val="Hyperlink"/>
    <w:basedOn w:val="DefaultParagraphFont"/>
    <w:uiPriority w:val="99"/>
    <w:rsid w:val="00F754FE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DD27A3"/>
    <w:pPr>
      <w:spacing w:after="120"/>
      <w:ind w:left="283"/>
    </w:pPr>
    <w:rPr>
      <w:rFonts w:eastAsia="Times New Roman"/>
      <w:b/>
      <w:i/>
      <w:sz w:val="4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D27A3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CB08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084F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western">
    <w:name w:val="western"/>
    <w:basedOn w:val="Normal"/>
    <w:uiPriority w:val="99"/>
    <w:rsid w:val="00F92E30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F92E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1</Pages>
  <Words>307</Words>
  <Characters>1750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43</cp:revision>
  <dcterms:created xsi:type="dcterms:W3CDTF">2015-01-20T06:31:00Z</dcterms:created>
  <dcterms:modified xsi:type="dcterms:W3CDTF">2015-03-10T09:12:00Z</dcterms:modified>
</cp:coreProperties>
</file>